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06339" w14:textId="50866679" w:rsidR="008E0C08" w:rsidRDefault="008E0C08" w:rsidP="005F11E6">
      <w:pPr>
        <w:tabs>
          <w:tab w:val="right" w:pos="15168"/>
        </w:tabs>
        <w:jc w:val="both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Universitatea din Oradea</w:t>
      </w:r>
      <w:r w:rsidR="00106893">
        <w:rPr>
          <w:b/>
          <w:sz w:val="24"/>
          <w:szCs w:val="24"/>
          <w:lang w:val="ro-RO"/>
        </w:rPr>
        <w:tab/>
      </w:r>
      <w:r w:rsidR="00106893" w:rsidRPr="00106893">
        <w:rPr>
          <w:bCs/>
          <w:sz w:val="24"/>
          <w:szCs w:val="24"/>
          <w:lang w:val="ro-RO"/>
        </w:rPr>
        <w:t xml:space="preserve">Nr. </w:t>
      </w:r>
      <w:r w:rsidR="00D313E5">
        <w:rPr>
          <w:bCs/>
          <w:sz w:val="24"/>
          <w:szCs w:val="24"/>
          <w:lang w:val="ro-RO"/>
        </w:rPr>
        <w:t>1089/24.09.2025</w:t>
      </w:r>
    </w:p>
    <w:p w14:paraId="3D6A8EAA" w14:textId="334DC533" w:rsidR="003E4B52" w:rsidRDefault="00AB1EB7" w:rsidP="005F11E6">
      <w:pPr>
        <w:tabs>
          <w:tab w:val="right" w:pos="15168"/>
        </w:tabs>
        <w:jc w:val="both"/>
        <w:rPr>
          <w:b/>
          <w:sz w:val="24"/>
          <w:szCs w:val="24"/>
          <w:lang w:val="ro-RO"/>
        </w:rPr>
      </w:pPr>
      <w:r w:rsidRPr="00257C97">
        <w:rPr>
          <w:b/>
          <w:sz w:val="24"/>
          <w:szCs w:val="24"/>
          <w:lang w:val="ro-RO"/>
        </w:rPr>
        <w:t xml:space="preserve">Facultatea </w:t>
      </w:r>
      <w:r w:rsidR="001806AF">
        <w:rPr>
          <w:b/>
          <w:sz w:val="24"/>
          <w:szCs w:val="24"/>
          <w:lang w:val="ro-RO"/>
        </w:rPr>
        <w:t>de Informatică și Științe</w:t>
      </w:r>
    </w:p>
    <w:p w14:paraId="3D6A8EAC" w14:textId="77777777" w:rsidR="00225B57" w:rsidRPr="00257C97" w:rsidRDefault="00225B57" w:rsidP="003E4B52">
      <w:pPr>
        <w:jc w:val="center"/>
        <w:rPr>
          <w:b/>
          <w:sz w:val="28"/>
          <w:szCs w:val="28"/>
          <w:lang w:val="ro-RO"/>
        </w:rPr>
      </w:pPr>
    </w:p>
    <w:p w14:paraId="520565FB" w14:textId="7C98FEDB" w:rsidR="00DB1E7B" w:rsidRDefault="00DB1E7B" w:rsidP="00DB1E7B">
      <w:pPr>
        <w:jc w:val="center"/>
        <w:rPr>
          <w:b/>
          <w:sz w:val="28"/>
          <w:szCs w:val="28"/>
          <w:lang w:val="ro-RO"/>
        </w:rPr>
      </w:pPr>
      <w:r w:rsidRPr="00257C97">
        <w:rPr>
          <w:b/>
          <w:sz w:val="28"/>
          <w:szCs w:val="28"/>
          <w:lang w:val="ro-RO"/>
        </w:rPr>
        <w:t>Situa</w:t>
      </w:r>
      <w:r>
        <w:rPr>
          <w:b/>
          <w:sz w:val="28"/>
          <w:szCs w:val="28"/>
          <w:lang w:val="ro-RO"/>
        </w:rPr>
        <w:t>ț</w:t>
      </w:r>
      <w:r w:rsidRPr="00257C97">
        <w:rPr>
          <w:b/>
          <w:sz w:val="28"/>
          <w:szCs w:val="28"/>
          <w:lang w:val="ro-RO"/>
        </w:rPr>
        <w:t xml:space="preserve">ia grupelor </w:t>
      </w:r>
      <w:r>
        <w:rPr>
          <w:b/>
          <w:sz w:val="28"/>
          <w:szCs w:val="28"/>
          <w:lang w:val="ro-RO"/>
        </w:rPr>
        <w:t>ș</w:t>
      </w:r>
      <w:r w:rsidRPr="00257C97">
        <w:rPr>
          <w:b/>
          <w:sz w:val="28"/>
          <w:szCs w:val="28"/>
          <w:lang w:val="ro-RO"/>
        </w:rPr>
        <w:t>i subgrupelor</w:t>
      </w:r>
    </w:p>
    <w:p w14:paraId="3426324A" w14:textId="77777777" w:rsidR="00DB1E7B" w:rsidRDefault="00DB1E7B" w:rsidP="00DB1E7B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pentru anul universitar 2025-2026</w:t>
      </w:r>
    </w:p>
    <w:p w14:paraId="3D6A8EB0" w14:textId="77777777" w:rsidR="00225B57" w:rsidRDefault="00225B57" w:rsidP="003E4B52">
      <w:pPr>
        <w:jc w:val="center"/>
        <w:rPr>
          <w:b/>
          <w:sz w:val="28"/>
          <w:szCs w:val="28"/>
          <w:lang w:val="ro-RO"/>
        </w:rPr>
      </w:pPr>
    </w:p>
    <w:p w14:paraId="5ABC1EEA" w14:textId="77777777" w:rsidR="000C4C9B" w:rsidRPr="00257C97" w:rsidRDefault="000C4C9B" w:rsidP="000C4C9B">
      <w:pPr>
        <w:jc w:val="both"/>
        <w:rPr>
          <w:b/>
          <w:sz w:val="28"/>
          <w:szCs w:val="28"/>
          <w:lang w:val="ro-RO"/>
        </w:rPr>
      </w:pPr>
    </w:p>
    <w:tbl>
      <w:tblPr>
        <w:tblW w:w="15026" w:type="dxa"/>
        <w:tblInd w:w="2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576"/>
        <w:gridCol w:w="916"/>
        <w:gridCol w:w="1153"/>
        <w:gridCol w:w="1192"/>
        <w:gridCol w:w="1175"/>
        <w:gridCol w:w="1093"/>
        <w:gridCol w:w="1180"/>
        <w:gridCol w:w="1076"/>
        <w:gridCol w:w="1077"/>
        <w:gridCol w:w="1104"/>
      </w:tblGrid>
      <w:tr w:rsidR="006B247A" w:rsidRPr="00257C97" w14:paraId="7F891A70" w14:textId="77777777" w:rsidTr="00202330">
        <w:trPr>
          <w:trHeight w:val="155"/>
        </w:trPr>
        <w:tc>
          <w:tcPr>
            <w:tcW w:w="484" w:type="dxa"/>
            <w:vMerge w:val="restar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6791BE" w14:textId="77777777" w:rsidR="006B247A" w:rsidRPr="00257C97" w:rsidRDefault="006B247A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576" w:type="dxa"/>
            <w:vMerge w:val="restar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4F099B" w14:textId="75BDE6FE" w:rsidR="006B247A" w:rsidRPr="00257C97" w:rsidRDefault="006B247A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Denumirea programului de studi</w:t>
            </w:r>
            <w:r w:rsidR="00B32106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916" w:type="dxa"/>
            <w:vMerge w:val="restart"/>
            <w:tcBorders>
              <w:top w:val="single" w:sz="12" w:space="0" w:color="auto"/>
            </w:tcBorders>
            <w:vAlign w:val="center"/>
          </w:tcPr>
          <w:p w14:paraId="3F304225" w14:textId="74E9AC3A" w:rsidR="006B247A" w:rsidRPr="00257C97" w:rsidRDefault="006B247A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An de studi</w:t>
            </w:r>
            <w:r w:rsidR="004E1B5E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2345" w:type="dxa"/>
            <w:gridSpan w:val="2"/>
            <w:tcBorders>
              <w:top w:val="single" w:sz="12" w:space="0" w:color="auto"/>
            </w:tcBorders>
            <w:vAlign w:val="center"/>
          </w:tcPr>
          <w:p w14:paraId="15286385" w14:textId="7306D5FA" w:rsidR="006B247A" w:rsidRPr="00257C97" w:rsidRDefault="006B247A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20</w:t>
            </w:r>
            <w:r w:rsidR="00605EC7">
              <w:rPr>
                <w:sz w:val="24"/>
                <w:szCs w:val="24"/>
                <w:lang w:val="ro-RO"/>
              </w:rPr>
              <w:t>2</w:t>
            </w:r>
            <w:r w:rsidR="000903C3">
              <w:rPr>
                <w:sz w:val="24"/>
                <w:szCs w:val="24"/>
                <w:lang w:val="ro-RO"/>
              </w:rPr>
              <w:t>2</w:t>
            </w:r>
            <w:r w:rsidRPr="00257C97">
              <w:rPr>
                <w:sz w:val="24"/>
                <w:szCs w:val="24"/>
                <w:lang w:val="ro-RO"/>
              </w:rPr>
              <w:t>-20</w:t>
            </w:r>
            <w:r w:rsidR="00C32A1F">
              <w:rPr>
                <w:sz w:val="24"/>
                <w:szCs w:val="24"/>
                <w:lang w:val="ro-RO"/>
              </w:rPr>
              <w:t>2</w:t>
            </w:r>
            <w:r w:rsidR="000903C3"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66602E" w14:textId="2095A7AF" w:rsidR="006B247A" w:rsidRPr="00257C97" w:rsidRDefault="006B247A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20</w:t>
            </w:r>
            <w:r w:rsidR="00C32A1F">
              <w:rPr>
                <w:sz w:val="24"/>
                <w:szCs w:val="24"/>
                <w:lang w:val="ro-RO"/>
              </w:rPr>
              <w:t>2</w:t>
            </w:r>
            <w:r w:rsidR="000903C3">
              <w:rPr>
                <w:sz w:val="24"/>
                <w:szCs w:val="24"/>
                <w:lang w:val="ro-RO"/>
              </w:rPr>
              <w:t>3</w:t>
            </w:r>
            <w:r w:rsidRPr="00257C97">
              <w:rPr>
                <w:sz w:val="24"/>
                <w:szCs w:val="24"/>
                <w:lang w:val="ro-RO"/>
              </w:rPr>
              <w:t>-20</w:t>
            </w:r>
            <w:r>
              <w:rPr>
                <w:sz w:val="24"/>
                <w:szCs w:val="24"/>
                <w:lang w:val="ro-RO"/>
              </w:rPr>
              <w:t>2</w:t>
            </w:r>
            <w:r w:rsidR="000903C3"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2256" w:type="dxa"/>
            <w:gridSpan w:val="2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849D47" w14:textId="5828C1F0" w:rsidR="006B247A" w:rsidRPr="00257C97" w:rsidRDefault="006B247A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20</w:t>
            </w:r>
            <w:r>
              <w:rPr>
                <w:sz w:val="24"/>
                <w:szCs w:val="24"/>
                <w:lang w:val="ro-RO"/>
              </w:rPr>
              <w:t>2</w:t>
            </w:r>
            <w:r w:rsidR="000903C3">
              <w:rPr>
                <w:sz w:val="24"/>
                <w:szCs w:val="24"/>
                <w:lang w:val="ro-RO"/>
              </w:rPr>
              <w:t>4</w:t>
            </w:r>
            <w:r w:rsidRPr="00257C97">
              <w:rPr>
                <w:sz w:val="24"/>
                <w:szCs w:val="24"/>
                <w:lang w:val="ro-RO"/>
              </w:rPr>
              <w:t>-20</w:t>
            </w:r>
            <w:r>
              <w:rPr>
                <w:sz w:val="24"/>
                <w:szCs w:val="24"/>
                <w:lang w:val="ro-RO"/>
              </w:rPr>
              <w:t>2</w:t>
            </w:r>
            <w:r w:rsidR="000903C3"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2181" w:type="dxa"/>
            <w:gridSpan w:val="2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927B18" w14:textId="50A4ED2A" w:rsidR="006B247A" w:rsidRPr="00257C97" w:rsidRDefault="006B247A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 xml:space="preserve">Previzionat </w:t>
            </w:r>
            <w:r w:rsidRPr="00257C97">
              <w:rPr>
                <w:sz w:val="24"/>
                <w:szCs w:val="24"/>
                <w:lang w:val="ro-RO"/>
              </w:rPr>
              <w:br/>
              <w:t>20</w:t>
            </w:r>
            <w:r>
              <w:rPr>
                <w:sz w:val="24"/>
                <w:szCs w:val="24"/>
                <w:lang w:val="ro-RO"/>
              </w:rPr>
              <w:t>2</w:t>
            </w:r>
            <w:r w:rsidR="000903C3">
              <w:rPr>
                <w:sz w:val="24"/>
                <w:szCs w:val="24"/>
                <w:lang w:val="ro-RO"/>
              </w:rPr>
              <w:t>5</w:t>
            </w:r>
            <w:r w:rsidRPr="00257C97">
              <w:rPr>
                <w:sz w:val="24"/>
                <w:szCs w:val="24"/>
                <w:lang w:val="ro-RO"/>
              </w:rPr>
              <w:t>-20</w:t>
            </w:r>
            <w:r>
              <w:rPr>
                <w:sz w:val="24"/>
                <w:szCs w:val="24"/>
                <w:lang w:val="ro-RO"/>
              </w:rPr>
              <w:t>2</w:t>
            </w:r>
            <w:r w:rsidR="000903C3">
              <w:rPr>
                <w:sz w:val="24"/>
                <w:szCs w:val="24"/>
                <w:lang w:val="ro-RO"/>
              </w:rPr>
              <w:t>6</w:t>
            </w:r>
          </w:p>
        </w:tc>
      </w:tr>
      <w:tr w:rsidR="006B247A" w:rsidRPr="00257C97" w14:paraId="08F3A9B5" w14:textId="77777777" w:rsidTr="00202330">
        <w:trPr>
          <w:trHeight w:val="155"/>
        </w:trPr>
        <w:tc>
          <w:tcPr>
            <w:tcW w:w="484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C828E8" w14:textId="77777777" w:rsidR="006B247A" w:rsidRPr="00257C97" w:rsidRDefault="006B247A" w:rsidP="006B247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D62D9E" w14:textId="77777777" w:rsidR="006B247A" w:rsidRPr="00257C97" w:rsidRDefault="006B247A" w:rsidP="006B247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Merge/>
            <w:tcBorders>
              <w:bottom w:val="single" w:sz="12" w:space="0" w:color="auto"/>
            </w:tcBorders>
            <w:vAlign w:val="center"/>
          </w:tcPr>
          <w:p w14:paraId="19A0B801" w14:textId="77777777" w:rsidR="006B247A" w:rsidRPr="00257C97" w:rsidRDefault="006B247A" w:rsidP="006B247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153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01081C7" w14:textId="76492EE6" w:rsidR="006B247A" w:rsidRPr="00257C97" w:rsidRDefault="006B247A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Nr. studen</w:t>
            </w:r>
            <w:r w:rsidR="00202330">
              <w:rPr>
                <w:sz w:val="24"/>
                <w:szCs w:val="24"/>
                <w:lang w:val="ro-RO"/>
              </w:rPr>
              <w:t>ț</w:t>
            </w:r>
            <w:r w:rsidRPr="00257C97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3AB4825" w14:textId="6283C706" w:rsidR="006B247A" w:rsidRPr="00257C97" w:rsidRDefault="006B247A" w:rsidP="006B3DD9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Nr. gr./</w:t>
            </w:r>
            <w:r w:rsidR="006B3DD9">
              <w:rPr>
                <w:sz w:val="24"/>
                <w:szCs w:val="24"/>
                <w:lang w:val="ro-RO"/>
              </w:rPr>
              <w:t xml:space="preserve"> Nr. </w:t>
            </w:r>
            <w:r w:rsidRPr="00257C97">
              <w:rPr>
                <w:sz w:val="24"/>
                <w:szCs w:val="24"/>
                <w:lang w:val="ro-RO"/>
              </w:rPr>
              <w:t>sgr.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BFBB48" w14:textId="6E6BFF41" w:rsidR="006B247A" w:rsidRPr="00257C97" w:rsidRDefault="00202330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Nr. studen</w:t>
            </w:r>
            <w:r>
              <w:rPr>
                <w:sz w:val="24"/>
                <w:szCs w:val="24"/>
                <w:lang w:val="ro-RO"/>
              </w:rPr>
              <w:t>ț</w:t>
            </w:r>
            <w:r w:rsidRPr="00257C97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09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80867B" w14:textId="5450B831" w:rsidR="006B247A" w:rsidRPr="00257C97" w:rsidRDefault="006B3DD9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Nr. gr.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257C97">
              <w:rPr>
                <w:sz w:val="24"/>
                <w:szCs w:val="24"/>
                <w:lang w:val="ro-RO"/>
              </w:rPr>
              <w:t>/</w:t>
            </w:r>
            <w:r>
              <w:rPr>
                <w:sz w:val="24"/>
                <w:szCs w:val="24"/>
                <w:lang w:val="ro-RO"/>
              </w:rPr>
              <w:t xml:space="preserve"> Nr. </w:t>
            </w:r>
            <w:r w:rsidRPr="00257C97">
              <w:rPr>
                <w:sz w:val="24"/>
                <w:szCs w:val="24"/>
                <w:lang w:val="ro-RO"/>
              </w:rPr>
              <w:t>sgr.</w:t>
            </w:r>
          </w:p>
        </w:tc>
        <w:tc>
          <w:tcPr>
            <w:tcW w:w="1180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B407E8" w14:textId="7DCDCECF" w:rsidR="006B247A" w:rsidRPr="00257C97" w:rsidRDefault="00202330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Nr. studen</w:t>
            </w:r>
            <w:r>
              <w:rPr>
                <w:sz w:val="24"/>
                <w:szCs w:val="24"/>
                <w:lang w:val="ro-RO"/>
              </w:rPr>
              <w:t>ț</w:t>
            </w:r>
            <w:r w:rsidRPr="00257C97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076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A02659" w14:textId="033BF2CA" w:rsidR="006B247A" w:rsidRPr="00257C97" w:rsidRDefault="006B3DD9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Nr. gr./</w:t>
            </w:r>
            <w:r>
              <w:rPr>
                <w:sz w:val="24"/>
                <w:szCs w:val="24"/>
                <w:lang w:val="ro-RO"/>
              </w:rPr>
              <w:t xml:space="preserve"> Nr. </w:t>
            </w:r>
            <w:r w:rsidRPr="00257C97">
              <w:rPr>
                <w:sz w:val="24"/>
                <w:szCs w:val="24"/>
                <w:lang w:val="ro-RO"/>
              </w:rPr>
              <w:t>sgr.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EC00B8" w14:textId="6D39E817" w:rsidR="006B247A" w:rsidRPr="00257C97" w:rsidRDefault="00202330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Nr. studen</w:t>
            </w:r>
            <w:r>
              <w:rPr>
                <w:sz w:val="24"/>
                <w:szCs w:val="24"/>
                <w:lang w:val="ro-RO"/>
              </w:rPr>
              <w:t>ț</w:t>
            </w:r>
            <w:r w:rsidRPr="00257C97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104" w:type="dxa"/>
            <w:tcBorders>
              <w:bottom w:val="single" w:sz="12" w:space="0" w:color="auto"/>
            </w:tcBorders>
            <w:vAlign w:val="center"/>
          </w:tcPr>
          <w:p w14:paraId="4FE46B42" w14:textId="34C7DE6D" w:rsidR="006B247A" w:rsidRPr="00257C97" w:rsidRDefault="006B3DD9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Nr. gr./</w:t>
            </w:r>
            <w:r>
              <w:rPr>
                <w:sz w:val="24"/>
                <w:szCs w:val="24"/>
                <w:lang w:val="ro-RO"/>
              </w:rPr>
              <w:t xml:space="preserve"> Nr. </w:t>
            </w:r>
            <w:r w:rsidRPr="00257C97">
              <w:rPr>
                <w:sz w:val="24"/>
                <w:szCs w:val="24"/>
                <w:lang w:val="ro-RO"/>
              </w:rPr>
              <w:t>sgr.</w:t>
            </w:r>
          </w:p>
        </w:tc>
      </w:tr>
      <w:tr w:rsidR="008452B2" w:rsidRPr="00257C97" w14:paraId="1484FADE" w14:textId="77777777" w:rsidTr="008452B2">
        <w:tc>
          <w:tcPr>
            <w:tcW w:w="15026" w:type="dxa"/>
            <w:gridSpan w:val="11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075CEE" w14:textId="79628D50" w:rsidR="008452B2" w:rsidRPr="00257C97" w:rsidRDefault="008452B2" w:rsidP="006B247A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b/>
                <w:sz w:val="24"/>
                <w:szCs w:val="24"/>
                <w:lang w:val="ro-RO"/>
              </w:rPr>
              <w:t>Studii universitare de licen</w:t>
            </w:r>
            <w:r w:rsidR="00202330">
              <w:rPr>
                <w:b/>
                <w:sz w:val="24"/>
                <w:szCs w:val="24"/>
                <w:lang w:val="ro-RO"/>
              </w:rPr>
              <w:t>ț</w:t>
            </w:r>
            <w:r w:rsidRPr="00257C97">
              <w:rPr>
                <w:b/>
                <w:sz w:val="24"/>
                <w:szCs w:val="24"/>
                <w:lang w:val="ro-RO"/>
              </w:rPr>
              <w:t>ă de la anul I până la anii terminali</w:t>
            </w:r>
          </w:p>
        </w:tc>
      </w:tr>
      <w:tr w:rsidR="00F8277F" w:rsidRPr="00331EB8" w14:paraId="0D1D0349" w14:textId="77777777" w:rsidTr="00AE02E7">
        <w:tc>
          <w:tcPr>
            <w:tcW w:w="15026" w:type="dxa"/>
            <w:gridSpan w:val="11"/>
            <w:tcBorders>
              <w:top w:val="single" w:sz="12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FF8EFA" w14:textId="77777777" w:rsidR="00F8277F" w:rsidRPr="00331EB8" w:rsidRDefault="00F8277F" w:rsidP="00AE02E7">
            <w:pPr>
              <w:rPr>
                <w:b/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 xml:space="preserve">Domeniul de licență: </w:t>
            </w:r>
            <w:r>
              <w:rPr>
                <w:sz w:val="24"/>
                <w:szCs w:val="24"/>
                <w:lang w:val="ro-RO"/>
              </w:rPr>
              <w:t>Biologie</w:t>
            </w:r>
          </w:p>
        </w:tc>
      </w:tr>
      <w:tr w:rsidR="00F8277F" w:rsidRPr="00331EB8" w14:paraId="6F419F6C" w14:textId="77777777" w:rsidTr="00AE02E7">
        <w:tc>
          <w:tcPr>
            <w:tcW w:w="484" w:type="dxa"/>
            <w:vMerge w:val="restart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13C1AA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4576" w:type="dxa"/>
            <w:vMerge w:val="restart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F96ECC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Biologie</w:t>
            </w:r>
            <w:r w:rsidRPr="00257C97">
              <w:rPr>
                <w:sz w:val="24"/>
                <w:szCs w:val="24"/>
                <w:lang w:val="ro-RO"/>
              </w:rPr>
              <w:t xml:space="preserve"> (</w:t>
            </w:r>
            <w:r>
              <w:rPr>
                <w:sz w:val="24"/>
                <w:szCs w:val="24"/>
                <w:lang w:val="ro-RO"/>
              </w:rPr>
              <w:t>B</w:t>
            </w:r>
            <w:r w:rsidRPr="00257C97">
              <w:rPr>
                <w:sz w:val="24"/>
                <w:szCs w:val="24"/>
                <w:lang w:val="ro-RO"/>
              </w:rPr>
              <w:t>)</w:t>
            </w:r>
          </w:p>
        </w:tc>
        <w:tc>
          <w:tcPr>
            <w:tcW w:w="916" w:type="dxa"/>
            <w:tcBorders>
              <w:top w:val="single" w:sz="6" w:space="0" w:color="auto"/>
            </w:tcBorders>
            <w:vAlign w:val="center"/>
          </w:tcPr>
          <w:p w14:paraId="211C725C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153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5B5BFCA0" w14:textId="55A6FB0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72F771B8" w14:textId="27158823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2/3</w:t>
            </w:r>
          </w:p>
        </w:tc>
        <w:tc>
          <w:tcPr>
            <w:tcW w:w="1175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D299C1" w14:textId="0014697C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35</w:t>
            </w:r>
          </w:p>
        </w:tc>
        <w:tc>
          <w:tcPr>
            <w:tcW w:w="1093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6148F8" w14:textId="2A1F5818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1/3</w:t>
            </w:r>
          </w:p>
        </w:tc>
        <w:tc>
          <w:tcPr>
            <w:tcW w:w="1180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39335B" w14:textId="0F836458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42</w:t>
            </w:r>
          </w:p>
        </w:tc>
        <w:tc>
          <w:tcPr>
            <w:tcW w:w="1076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73D4B2" w14:textId="3EAD39FE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2/4</w:t>
            </w:r>
          </w:p>
        </w:tc>
        <w:tc>
          <w:tcPr>
            <w:tcW w:w="1077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B371B3" w14:textId="760C00D3" w:rsidR="00F8277F" w:rsidRPr="00331EB8" w:rsidRDefault="00070800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35</w:t>
            </w:r>
          </w:p>
        </w:tc>
        <w:tc>
          <w:tcPr>
            <w:tcW w:w="1104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1DD358" w14:textId="591667D9" w:rsidR="00F8277F" w:rsidRPr="00331EB8" w:rsidRDefault="0062207E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</w:t>
            </w:r>
            <w:r w:rsidR="009B3F0E">
              <w:rPr>
                <w:sz w:val="24"/>
                <w:szCs w:val="24"/>
                <w:lang w:val="ro-RO"/>
              </w:rPr>
              <w:t>3</w:t>
            </w:r>
          </w:p>
        </w:tc>
      </w:tr>
      <w:tr w:rsidR="00F8277F" w:rsidRPr="00331EB8" w14:paraId="44752146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438DE4E0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35923BEB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46117858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274296DF" w14:textId="2B2C4FAA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39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40A2A6C1" w14:textId="35AA0B51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2/4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3AE4075D" w14:textId="5780E45D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58FB5F0A" w14:textId="06C597A2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3E79DDD2" w14:textId="6556DF24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643F9D4D" w14:textId="50BB583F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1/3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77826EE8" w14:textId="503872D1" w:rsidR="00F8277F" w:rsidRPr="00331EB8" w:rsidRDefault="00B67C44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  <w:r w:rsidR="00EB569B"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61E5B59D" w14:textId="058FF395" w:rsidR="00F8277F" w:rsidRPr="00331EB8" w:rsidRDefault="0062207E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1/3</w:t>
            </w:r>
          </w:p>
        </w:tc>
      </w:tr>
      <w:tr w:rsidR="00F8277F" w:rsidRPr="00331EB8" w14:paraId="6BFFFF3B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5C8A6114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43BB36A0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002B635B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smartTag w:uri="urn:schemas-microsoft-com:office:smarttags" w:element="stockticker">
              <w:r w:rsidRPr="00257C97">
                <w:rPr>
                  <w:sz w:val="24"/>
                  <w:szCs w:val="24"/>
                  <w:lang w:val="ro-RO"/>
                </w:rPr>
                <w:t>III</w:t>
              </w:r>
            </w:smartTag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1B8F5BA0" w14:textId="1BD210CE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34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65BABA21" w14:textId="52D56083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2/3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47836445" w14:textId="5EE471AE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41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16AA9491" w14:textId="7CEA1638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1/3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29124EED" w14:textId="3B6365C5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3E6AA22E" w14:textId="6F44011E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1BDC8E83" w14:textId="41D67210" w:rsidR="00F8277F" w:rsidRPr="00331EB8" w:rsidRDefault="00B67C44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  <w:r w:rsidR="00EB569B"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7753FC39" w14:textId="77741A19" w:rsidR="00F8277F" w:rsidRPr="00331EB8" w:rsidRDefault="0062207E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</w:tr>
      <w:tr w:rsidR="00F8277F" w:rsidRPr="00331EB8" w14:paraId="38BFB950" w14:textId="77777777" w:rsidTr="00AE02E7">
        <w:tc>
          <w:tcPr>
            <w:tcW w:w="15026" w:type="dxa"/>
            <w:gridSpan w:val="11"/>
            <w:tcMar>
              <w:left w:w="28" w:type="dxa"/>
              <w:right w:w="28" w:type="dxa"/>
            </w:tcMar>
            <w:vAlign w:val="center"/>
          </w:tcPr>
          <w:p w14:paraId="56EF6342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 xml:space="preserve">Domeniul de licență: </w:t>
            </w:r>
            <w:r>
              <w:rPr>
                <w:sz w:val="24"/>
                <w:szCs w:val="24"/>
                <w:lang w:val="ro-RO"/>
              </w:rPr>
              <w:t>Chimie</w:t>
            </w:r>
          </w:p>
        </w:tc>
      </w:tr>
      <w:tr w:rsidR="00F8277F" w:rsidRPr="00331EB8" w14:paraId="358EDCA8" w14:textId="77777777" w:rsidTr="00AE02E7">
        <w:tc>
          <w:tcPr>
            <w:tcW w:w="48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E34FFD7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457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247A369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Chimie (CH)</w:t>
            </w:r>
          </w:p>
        </w:tc>
        <w:tc>
          <w:tcPr>
            <w:tcW w:w="916" w:type="dxa"/>
            <w:vAlign w:val="center"/>
          </w:tcPr>
          <w:p w14:paraId="5154D7D9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3EE97E78" w14:textId="46B3060D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1EA584E2" w14:textId="4B63457E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4EE789EC" w14:textId="3A6DBE4D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23A308F0" w14:textId="1F2A6D69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409AAFBC" w14:textId="39B41C0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0954A341" w14:textId="4DA40BF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0F07B3EE" w14:textId="420F5A4F" w:rsidR="00F8277F" w:rsidRPr="00331EB8" w:rsidRDefault="00EB569B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358E7798" w14:textId="4AD08A1C" w:rsidR="00F8277F" w:rsidRPr="00331EB8" w:rsidRDefault="0062207E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</w:tr>
      <w:tr w:rsidR="00F8277F" w:rsidRPr="00331EB8" w14:paraId="50730004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44B3FC16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47DAB6C7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2CA2C184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7AE6BAE5" w14:textId="02AFC33A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009CCA26" w14:textId="79E464F9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1A03B719" w14:textId="4A028EC8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1B9402C4" w14:textId="5F2C5EE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183ADF87" w14:textId="4441B25D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259DF05C" w14:textId="27646996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371ABEFE" w14:textId="69468E61" w:rsidR="00F8277F" w:rsidRPr="00331EB8" w:rsidRDefault="00EB569B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181DF5FF" w14:textId="428365AA" w:rsidR="00F8277F" w:rsidRPr="00331EB8" w:rsidRDefault="0062207E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</w:t>
            </w:r>
            <w:r w:rsidR="00B505D8">
              <w:rPr>
                <w:sz w:val="24"/>
                <w:szCs w:val="24"/>
                <w:lang w:val="ro-RO"/>
              </w:rPr>
              <w:t>1</w:t>
            </w:r>
          </w:p>
        </w:tc>
      </w:tr>
      <w:tr w:rsidR="00F8277F" w:rsidRPr="00331EB8" w14:paraId="059D442D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66D4851F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0203F724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6D2CE3BC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smartTag w:uri="urn:schemas-microsoft-com:office:smarttags" w:element="stockticker">
              <w:r w:rsidRPr="00257C97">
                <w:rPr>
                  <w:sz w:val="24"/>
                  <w:szCs w:val="24"/>
                  <w:lang w:val="ro-RO"/>
                </w:rPr>
                <w:t>III</w:t>
              </w:r>
            </w:smartTag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6E29A453" w14:textId="1895082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4E91ECD4" w14:textId="7FAB58E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4F37516A" w14:textId="6B7D7AAA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183B2587" w14:textId="47D7BE2C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301B739A" w14:textId="3AA785E9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27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282EA055" w14:textId="47C91303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1FC99800" w14:textId="13F1BC39" w:rsidR="00F8277F" w:rsidRPr="00331EB8" w:rsidRDefault="00EB569B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25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13D8F78B" w14:textId="491FF1DB" w:rsidR="00F8277F" w:rsidRPr="00331EB8" w:rsidRDefault="00BC4098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</w:tr>
      <w:tr w:rsidR="00F8277F" w:rsidRPr="00331EB8" w14:paraId="11ED95A2" w14:textId="77777777" w:rsidTr="00AE02E7">
        <w:tc>
          <w:tcPr>
            <w:tcW w:w="15026" w:type="dxa"/>
            <w:gridSpan w:val="11"/>
            <w:tcBorders>
              <w:top w:val="single" w:sz="12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4D1A0E" w14:textId="77777777" w:rsidR="00F8277F" w:rsidRPr="00331EB8" w:rsidRDefault="00F8277F" w:rsidP="00F8277F">
            <w:pPr>
              <w:rPr>
                <w:b/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 xml:space="preserve">Domeniul de licență: </w:t>
            </w:r>
            <w:r>
              <w:rPr>
                <w:sz w:val="24"/>
                <w:szCs w:val="24"/>
                <w:lang w:val="ro-RO"/>
              </w:rPr>
              <w:t>Fizică</w:t>
            </w:r>
          </w:p>
        </w:tc>
      </w:tr>
      <w:tr w:rsidR="00F8277F" w:rsidRPr="00331EB8" w14:paraId="038D2AE8" w14:textId="77777777" w:rsidTr="00AE02E7">
        <w:tc>
          <w:tcPr>
            <w:tcW w:w="484" w:type="dxa"/>
            <w:vMerge w:val="restart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9215C8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4576" w:type="dxa"/>
            <w:vMerge w:val="restart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5A80C3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Fizică medicală (FM)</w:t>
            </w:r>
          </w:p>
        </w:tc>
        <w:tc>
          <w:tcPr>
            <w:tcW w:w="916" w:type="dxa"/>
            <w:tcBorders>
              <w:top w:val="single" w:sz="6" w:space="0" w:color="auto"/>
            </w:tcBorders>
            <w:vAlign w:val="center"/>
          </w:tcPr>
          <w:p w14:paraId="400A69EB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153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6A8E353C" w14:textId="2048B79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6C9D28F8" w14:textId="214F8F0B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75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399AB1" w14:textId="042F68B9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</w:t>
            </w:r>
          </w:p>
        </w:tc>
        <w:tc>
          <w:tcPr>
            <w:tcW w:w="1093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F06806" w14:textId="29D13EE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80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D35AFC" w14:textId="5B65DDA8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29</w:t>
            </w:r>
          </w:p>
        </w:tc>
        <w:tc>
          <w:tcPr>
            <w:tcW w:w="1076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566736" w14:textId="6DF55E6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077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C27197" w14:textId="0B4CB9D9" w:rsidR="00F8277F" w:rsidRPr="00331EB8" w:rsidRDefault="00BA561B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31</w:t>
            </w:r>
          </w:p>
        </w:tc>
        <w:tc>
          <w:tcPr>
            <w:tcW w:w="1104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8C61B4" w14:textId="1E97D620" w:rsidR="00F8277F" w:rsidRPr="00331EB8" w:rsidRDefault="00BC4098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</w:tr>
      <w:tr w:rsidR="00F8277F" w:rsidRPr="00331EB8" w14:paraId="401E29CF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59B3CB24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6184FB25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45A396D4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2FDE1B6F" w14:textId="4B2524C1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76CF31AF" w14:textId="72035236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05B207E8" w14:textId="0475C859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19E5F02D" w14:textId="3593B302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253BBE39" w14:textId="7E4721CC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7FFD5C4E" w14:textId="09E899A8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35CB271B" w14:textId="52279A58" w:rsidR="00F8277F" w:rsidRPr="00331EB8" w:rsidRDefault="000C3285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4DA7F992" w14:textId="50495307" w:rsidR="00F8277F" w:rsidRPr="00331EB8" w:rsidRDefault="00BC4098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</w:tr>
      <w:tr w:rsidR="00F8277F" w:rsidRPr="00331EB8" w14:paraId="1F88D8DB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6036C6E2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3078C064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23799293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smartTag w:uri="urn:schemas-microsoft-com:office:smarttags" w:element="stockticker">
              <w:r w:rsidRPr="00257C97">
                <w:rPr>
                  <w:sz w:val="24"/>
                  <w:szCs w:val="24"/>
                  <w:lang w:val="ro-RO"/>
                </w:rPr>
                <w:t>III</w:t>
              </w:r>
            </w:smartTag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09F8C781" w14:textId="3DE31778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280A58E3" w14:textId="70DAE822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3000B8B5" w14:textId="19084A8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26BAD318" w14:textId="6E1FDF5A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6841034D" w14:textId="57C87661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21289B08" w14:textId="40725CA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2DD057A0" w14:textId="7592DC6D" w:rsidR="00F8277F" w:rsidRPr="00331EB8" w:rsidRDefault="000C3285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2CBE672C" w14:textId="6D6A8970" w:rsidR="00F8277F" w:rsidRPr="00331EB8" w:rsidRDefault="00BC4098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</w:tr>
      <w:tr w:rsidR="00F8277F" w:rsidRPr="00331EB8" w14:paraId="2F2AC957" w14:textId="77777777" w:rsidTr="00AE02E7">
        <w:tc>
          <w:tcPr>
            <w:tcW w:w="15026" w:type="dxa"/>
            <w:gridSpan w:val="11"/>
            <w:tcMar>
              <w:left w:w="28" w:type="dxa"/>
              <w:right w:w="28" w:type="dxa"/>
            </w:tcMar>
            <w:vAlign w:val="center"/>
          </w:tcPr>
          <w:p w14:paraId="5FF4032D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 xml:space="preserve">Domeniul de licență: </w:t>
            </w:r>
            <w:r>
              <w:rPr>
                <w:sz w:val="24"/>
                <w:szCs w:val="24"/>
                <w:lang w:val="ro-RO"/>
              </w:rPr>
              <w:t>Informatică</w:t>
            </w:r>
          </w:p>
        </w:tc>
      </w:tr>
      <w:tr w:rsidR="00F8277F" w:rsidRPr="00331EB8" w14:paraId="23F1D6E8" w14:textId="77777777" w:rsidTr="00AE02E7">
        <w:tc>
          <w:tcPr>
            <w:tcW w:w="48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77AC8FA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457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C7CE567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Informatică (I)</w:t>
            </w:r>
          </w:p>
        </w:tc>
        <w:tc>
          <w:tcPr>
            <w:tcW w:w="916" w:type="dxa"/>
            <w:vAlign w:val="center"/>
          </w:tcPr>
          <w:p w14:paraId="3E797E4E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55EF40AA" w14:textId="773499C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75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56909ACA" w14:textId="69186516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1/4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048F19D8" w14:textId="67EAE87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75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00DF1A83" w14:textId="39E3FCA9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1/4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0A08B90F" w14:textId="7A60AF6A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93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0BB02109" w14:textId="6A367568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2/4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7EF0182A" w14:textId="39D97631" w:rsidR="00F8277F" w:rsidRPr="00331EB8" w:rsidRDefault="00BA561B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53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5BDC0D29" w14:textId="3DFCA8CE" w:rsidR="00F8277F" w:rsidRPr="00331EB8" w:rsidRDefault="00BD1E34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2/4</w:t>
            </w:r>
          </w:p>
        </w:tc>
      </w:tr>
      <w:tr w:rsidR="00F8277F" w:rsidRPr="00331EB8" w14:paraId="5D452A2A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0FCE432C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76F3ADFF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7D67069F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7475ECAE" w14:textId="17318F15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64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6B05D734" w14:textId="4AAF9503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1/4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5A1DD9CE" w14:textId="4CF4623D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73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46398DAD" w14:textId="5669A94E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1/4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28FCF785" w14:textId="2E910BCD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73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0BB082B6" w14:textId="0D7E719F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1/4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0D9327FC" w14:textId="7C02E2C8" w:rsidR="00F8277F" w:rsidRPr="00331EB8" w:rsidRDefault="00BA561B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81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617193EF" w14:textId="153DFFB7" w:rsidR="00F8277F" w:rsidRPr="00331EB8" w:rsidRDefault="00BD1E34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  <w:r w:rsidR="00BC4098">
              <w:rPr>
                <w:sz w:val="24"/>
                <w:szCs w:val="24"/>
                <w:lang w:val="ro-RO"/>
              </w:rPr>
              <w:t>/</w:t>
            </w: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F8277F" w:rsidRPr="00331EB8" w14:paraId="44DB8CFA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416F6E24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6AE12F98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5BEBD639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smartTag w:uri="urn:schemas-microsoft-com:office:smarttags" w:element="stockticker">
              <w:r w:rsidRPr="00257C97">
                <w:rPr>
                  <w:sz w:val="24"/>
                  <w:szCs w:val="24"/>
                  <w:lang w:val="ro-RO"/>
                </w:rPr>
                <w:t>III</w:t>
              </w:r>
            </w:smartTag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01863A3A" w14:textId="23D3BCF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74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15747DAB" w14:textId="6F5C43EC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1/4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3105BE3F" w14:textId="41A6AEA5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64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446053E9" w14:textId="3286B7CC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1/4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3E7FEBBF" w14:textId="7545EE5D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78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4C83D54E" w14:textId="16D65D26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1/4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789ADFC8" w14:textId="71903952" w:rsidR="00F8277F" w:rsidRPr="00331EB8" w:rsidRDefault="000F6FED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75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688802AD" w14:textId="15D89FCF" w:rsidR="00F8277F" w:rsidRPr="00331EB8" w:rsidRDefault="00BD1E34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  <w:r w:rsidR="00BC4098">
              <w:rPr>
                <w:sz w:val="24"/>
                <w:szCs w:val="24"/>
                <w:lang w:val="ro-RO"/>
              </w:rPr>
              <w:t>/</w:t>
            </w:r>
            <w:r>
              <w:rPr>
                <w:sz w:val="24"/>
                <w:szCs w:val="24"/>
                <w:lang w:val="ro-RO"/>
              </w:rPr>
              <w:t>4</w:t>
            </w:r>
          </w:p>
        </w:tc>
      </w:tr>
      <w:tr w:rsidR="00F8277F" w:rsidRPr="00331EB8" w14:paraId="0C9A5D22" w14:textId="77777777" w:rsidTr="00AE02E7">
        <w:tc>
          <w:tcPr>
            <w:tcW w:w="15026" w:type="dxa"/>
            <w:gridSpan w:val="11"/>
            <w:tcBorders>
              <w:top w:val="single" w:sz="12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BC1C67" w14:textId="77777777" w:rsidR="00F8277F" w:rsidRPr="00331EB8" w:rsidRDefault="00F8277F" w:rsidP="00F8277F">
            <w:pPr>
              <w:rPr>
                <w:b/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 xml:space="preserve">Domeniul de licență: </w:t>
            </w:r>
            <w:r>
              <w:rPr>
                <w:sz w:val="24"/>
                <w:szCs w:val="24"/>
                <w:lang w:val="ro-RO"/>
              </w:rPr>
              <w:t>Matematică</w:t>
            </w:r>
          </w:p>
        </w:tc>
      </w:tr>
      <w:tr w:rsidR="00F8277F" w:rsidRPr="00331EB8" w14:paraId="6941AB88" w14:textId="77777777" w:rsidTr="00AE02E7">
        <w:tc>
          <w:tcPr>
            <w:tcW w:w="484" w:type="dxa"/>
            <w:vMerge w:val="restart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F3A04B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4576" w:type="dxa"/>
            <w:vMerge w:val="restart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5926E6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Matematică</w:t>
            </w:r>
            <w:r w:rsidRPr="00257C97">
              <w:rPr>
                <w:sz w:val="24"/>
                <w:szCs w:val="24"/>
                <w:lang w:val="ro-RO"/>
              </w:rPr>
              <w:t xml:space="preserve"> (</w:t>
            </w:r>
            <w:r>
              <w:rPr>
                <w:sz w:val="24"/>
                <w:szCs w:val="24"/>
                <w:lang w:val="ro-RO"/>
              </w:rPr>
              <w:t>M</w:t>
            </w:r>
            <w:r w:rsidRPr="00257C97">
              <w:rPr>
                <w:sz w:val="24"/>
                <w:szCs w:val="24"/>
                <w:lang w:val="ro-RO"/>
              </w:rPr>
              <w:t>)</w:t>
            </w:r>
          </w:p>
        </w:tc>
        <w:tc>
          <w:tcPr>
            <w:tcW w:w="916" w:type="dxa"/>
            <w:tcBorders>
              <w:top w:val="single" w:sz="6" w:space="0" w:color="auto"/>
            </w:tcBorders>
            <w:vAlign w:val="center"/>
          </w:tcPr>
          <w:p w14:paraId="58363499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153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328CB2C4" w14:textId="1E7B255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5AB2D33B" w14:textId="1273CEB6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75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5E69F5" w14:textId="7FCDDA61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35</w:t>
            </w:r>
          </w:p>
        </w:tc>
        <w:tc>
          <w:tcPr>
            <w:tcW w:w="1093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13A894" w14:textId="173FB945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80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372808" w14:textId="02B353A1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33</w:t>
            </w:r>
          </w:p>
        </w:tc>
        <w:tc>
          <w:tcPr>
            <w:tcW w:w="1076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0794D3" w14:textId="349BE682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077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E514EE" w14:textId="5F95A780" w:rsidR="00F8277F" w:rsidRPr="00331EB8" w:rsidRDefault="000F6FED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26</w:t>
            </w:r>
          </w:p>
        </w:tc>
        <w:tc>
          <w:tcPr>
            <w:tcW w:w="1104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60C3BB" w14:textId="1EB3B099" w:rsidR="00F8277F" w:rsidRPr="00331EB8" w:rsidRDefault="00BC4098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</w:t>
            </w:r>
            <w:r w:rsidR="00DA0969">
              <w:rPr>
                <w:sz w:val="24"/>
                <w:szCs w:val="24"/>
                <w:lang w:val="ro-RO"/>
              </w:rPr>
              <w:t>2</w:t>
            </w:r>
          </w:p>
        </w:tc>
      </w:tr>
      <w:tr w:rsidR="00F8277F" w:rsidRPr="00331EB8" w14:paraId="5DFA8713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175E6F01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1CD530BD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39BB7F0E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6905FEFF" w14:textId="44C71EA9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26145E58" w14:textId="04F0E40D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76742A69" w14:textId="286984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618BF32E" w14:textId="730B967B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50FD216C" w14:textId="1E98D0F1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19F813CA" w14:textId="67946286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5D1BE0E8" w14:textId="3D849293" w:rsidR="00F8277F" w:rsidRPr="00331EB8" w:rsidRDefault="000F6FED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28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11900AC9" w14:textId="2291D69B" w:rsidR="00F8277F" w:rsidRPr="00331EB8" w:rsidRDefault="00BC4098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</w:tr>
      <w:tr w:rsidR="00F8277F" w:rsidRPr="00331EB8" w14:paraId="2A47182E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6F1CDDBC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41735C79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01AF6C72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smartTag w:uri="urn:schemas-microsoft-com:office:smarttags" w:element="stockticker">
              <w:r w:rsidRPr="00257C97">
                <w:rPr>
                  <w:sz w:val="24"/>
                  <w:szCs w:val="24"/>
                  <w:lang w:val="ro-RO"/>
                </w:rPr>
                <w:t>III</w:t>
              </w:r>
            </w:smartTag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41E006C3" w14:textId="59B02C2F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4A704D45" w14:textId="347229CB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51512629" w14:textId="1ABA269E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3131C16C" w14:textId="72683504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5CD60D7F" w14:textId="22C6CE72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1AD0A2FF" w14:textId="3FEAA5C9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5109CCA7" w14:textId="21DEBE67" w:rsidR="00F8277F" w:rsidRPr="00331EB8" w:rsidRDefault="000F6FED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7FFD0F76" w14:textId="0D5D5B72" w:rsidR="00F8277F" w:rsidRPr="00331EB8" w:rsidRDefault="00BC4098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</w:tr>
    </w:tbl>
    <w:p w14:paraId="04776F5C" w14:textId="77777777" w:rsidR="00F8277F" w:rsidRPr="00331EB8" w:rsidRDefault="00F8277F" w:rsidP="00F8277F"/>
    <w:p w14:paraId="74F7DD4F" w14:textId="77777777" w:rsidR="00F8277F" w:rsidRDefault="00F8277F" w:rsidP="00F8277F"/>
    <w:p w14:paraId="63F20513" w14:textId="77777777" w:rsidR="00F8277F" w:rsidRDefault="00F8277F" w:rsidP="00F8277F"/>
    <w:p w14:paraId="56B9A0F6" w14:textId="77777777" w:rsidR="00F8277F" w:rsidRPr="00331EB8" w:rsidRDefault="00F8277F" w:rsidP="00F8277F"/>
    <w:tbl>
      <w:tblPr>
        <w:tblW w:w="15026" w:type="dxa"/>
        <w:tblInd w:w="2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576"/>
        <w:gridCol w:w="916"/>
        <w:gridCol w:w="1153"/>
        <w:gridCol w:w="1192"/>
        <w:gridCol w:w="1175"/>
        <w:gridCol w:w="1093"/>
        <w:gridCol w:w="1180"/>
        <w:gridCol w:w="1076"/>
        <w:gridCol w:w="1077"/>
        <w:gridCol w:w="1104"/>
      </w:tblGrid>
      <w:tr w:rsidR="00F8277F" w:rsidRPr="00331EB8" w14:paraId="6FBF5445" w14:textId="77777777" w:rsidTr="00AE02E7">
        <w:trPr>
          <w:trHeight w:val="155"/>
        </w:trPr>
        <w:tc>
          <w:tcPr>
            <w:tcW w:w="484" w:type="dxa"/>
            <w:vMerge w:val="restar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60EF43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576" w:type="dxa"/>
            <w:vMerge w:val="restar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C79469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Denumirea programului de studii</w:t>
            </w:r>
          </w:p>
        </w:tc>
        <w:tc>
          <w:tcPr>
            <w:tcW w:w="916" w:type="dxa"/>
            <w:vMerge w:val="restart"/>
            <w:tcBorders>
              <w:top w:val="single" w:sz="12" w:space="0" w:color="auto"/>
            </w:tcBorders>
            <w:vAlign w:val="center"/>
          </w:tcPr>
          <w:p w14:paraId="7A956D63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An de studii</w:t>
            </w:r>
          </w:p>
        </w:tc>
        <w:tc>
          <w:tcPr>
            <w:tcW w:w="2345" w:type="dxa"/>
            <w:gridSpan w:val="2"/>
            <w:tcBorders>
              <w:top w:val="single" w:sz="12" w:space="0" w:color="auto"/>
            </w:tcBorders>
            <w:vAlign w:val="center"/>
          </w:tcPr>
          <w:p w14:paraId="519268B9" w14:textId="2EA24D1B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20</w:t>
            </w:r>
            <w:r>
              <w:rPr>
                <w:sz w:val="24"/>
                <w:szCs w:val="24"/>
                <w:lang w:val="ro-RO"/>
              </w:rPr>
              <w:t>2</w:t>
            </w:r>
            <w:r w:rsidR="003869C8">
              <w:rPr>
                <w:sz w:val="24"/>
                <w:szCs w:val="24"/>
                <w:lang w:val="ro-RO"/>
              </w:rPr>
              <w:t>2</w:t>
            </w:r>
            <w:r w:rsidRPr="00257C97">
              <w:rPr>
                <w:sz w:val="24"/>
                <w:szCs w:val="24"/>
                <w:lang w:val="ro-RO"/>
              </w:rPr>
              <w:t>-20</w:t>
            </w:r>
            <w:r>
              <w:rPr>
                <w:sz w:val="24"/>
                <w:szCs w:val="24"/>
                <w:lang w:val="ro-RO"/>
              </w:rPr>
              <w:t>2</w:t>
            </w:r>
            <w:r w:rsidR="003869C8"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C8617D" w14:textId="34959F36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20</w:t>
            </w:r>
            <w:r>
              <w:rPr>
                <w:sz w:val="24"/>
                <w:szCs w:val="24"/>
                <w:lang w:val="ro-RO"/>
              </w:rPr>
              <w:t>2</w:t>
            </w:r>
            <w:r w:rsidR="003869C8">
              <w:rPr>
                <w:sz w:val="24"/>
                <w:szCs w:val="24"/>
                <w:lang w:val="ro-RO"/>
              </w:rPr>
              <w:t>3</w:t>
            </w:r>
            <w:r w:rsidRPr="00257C97">
              <w:rPr>
                <w:sz w:val="24"/>
                <w:szCs w:val="24"/>
                <w:lang w:val="ro-RO"/>
              </w:rPr>
              <w:t>-20</w:t>
            </w:r>
            <w:r>
              <w:rPr>
                <w:sz w:val="24"/>
                <w:szCs w:val="24"/>
                <w:lang w:val="ro-RO"/>
              </w:rPr>
              <w:t>2</w:t>
            </w:r>
            <w:r w:rsidR="003869C8"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2256" w:type="dxa"/>
            <w:gridSpan w:val="2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50E1E9" w14:textId="1726AF62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20</w:t>
            </w:r>
            <w:r>
              <w:rPr>
                <w:sz w:val="24"/>
                <w:szCs w:val="24"/>
                <w:lang w:val="ro-RO"/>
              </w:rPr>
              <w:t>2</w:t>
            </w:r>
            <w:r w:rsidR="003869C8">
              <w:rPr>
                <w:sz w:val="24"/>
                <w:szCs w:val="24"/>
                <w:lang w:val="ro-RO"/>
              </w:rPr>
              <w:t>4</w:t>
            </w:r>
            <w:r w:rsidRPr="00257C97">
              <w:rPr>
                <w:sz w:val="24"/>
                <w:szCs w:val="24"/>
                <w:lang w:val="ro-RO"/>
              </w:rPr>
              <w:t>-20</w:t>
            </w:r>
            <w:r>
              <w:rPr>
                <w:sz w:val="24"/>
                <w:szCs w:val="24"/>
                <w:lang w:val="ro-RO"/>
              </w:rPr>
              <w:t>2</w:t>
            </w:r>
            <w:r w:rsidR="003869C8"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2181" w:type="dxa"/>
            <w:gridSpan w:val="2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F777E4" w14:textId="4C07E623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20</w:t>
            </w:r>
            <w:r>
              <w:rPr>
                <w:sz w:val="24"/>
                <w:szCs w:val="24"/>
                <w:lang w:val="ro-RO"/>
              </w:rPr>
              <w:t>2</w:t>
            </w:r>
            <w:r w:rsidR="0062207E">
              <w:rPr>
                <w:sz w:val="24"/>
                <w:szCs w:val="24"/>
                <w:lang w:val="ro-RO"/>
              </w:rPr>
              <w:t>5</w:t>
            </w:r>
            <w:r w:rsidRPr="00257C97">
              <w:rPr>
                <w:sz w:val="24"/>
                <w:szCs w:val="24"/>
                <w:lang w:val="ro-RO"/>
              </w:rPr>
              <w:t>-20</w:t>
            </w:r>
            <w:r>
              <w:rPr>
                <w:sz w:val="24"/>
                <w:szCs w:val="24"/>
                <w:lang w:val="ro-RO"/>
              </w:rPr>
              <w:t>2</w:t>
            </w:r>
            <w:r w:rsidR="0062207E">
              <w:rPr>
                <w:sz w:val="24"/>
                <w:szCs w:val="24"/>
                <w:lang w:val="ro-RO"/>
              </w:rPr>
              <w:t>6</w:t>
            </w:r>
          </w:p>
        </w:tc>
      </w:tr>
      <w:tr w:rsidR="00F8277F" w:rsidRPr="00331EB8" w14:paraId="40BF48BD" w14:textId="77777777" w:rsidTr="00AE02E7">
        <w:trPr>
          <w:trHeight w:val="155"/>
        </w:trPr>
        <w:tc>
          <w:tcPr>
            <w:tcW w:w="484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10D13B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378925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Merge/>
            <w:tcBorders>
              <w:bottom w:val="single" w:sz="12" w:space="0" w:color="auto"/>
            </w:tcBorders>
            <w:vAlign w:val="center"/>
          </w:tcPr>
          <w:p w14:paraId="77951991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153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2E02DAAB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Nr. studenți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E8BA9DD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Nr. gr./ Nr. sgr.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0051AA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Nr. studenți</w:t>
            </w:r>
          </w:p>
        </w:tc>
        <w:tc>
          <w:tcPr>
            <w:tcW w:w="109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499A16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Nr. gr. / Nr. sgr.</w:t>
            </w:r>
          </w:p>
        </w:tc>
        <w:tc>
          <w:tcPr>
            <w:tcW w:w="1180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A901BB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Nr. studenți</w:t>
            </w:r>
          </w:p>
        </w:tc>
        <w:tc>
          <w:tcPr>
            <w:tcW w:w="1076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B41E34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Nr. gr./ Nr. sgr.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F77E5E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Nr. studenți</w:t>
            </w:r>
          </w:p>
        </w:tc>
        <w:tc>
          <w:tcPr>
            <w:tcW w:w="1104" w:type="dxa"/>
            <w:tcBorders>
              <w:bottom w:val="single" w:sz="12" w:space="0" w:color="auto"/>
            </w:tcBorders>
            <w:vAlign w:val="center"/>
          </w:tcPr>
          <w:p w14:paraId="2BB7AEF2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Nr. gr./ Nr. sgr.</w:t>
            </w:r>
          </w:p>
        </w:tc>
      </w:tr>
      <w:tr w:rsidR="00F8277F" w:rsidRPr="00331EB8" w14:paraId="5C72FE7B" w14:textId="77777777" w:rsidTr="00AE02E7">
        <w:tc>
          <w:tcPr>
            <w:tcW w:w="15026" w:type="dxa"/>
            <w:gridSpan w:val="11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5657CD" w14:textId="77777777" w:rsidR="00F8277F" w:rsidRPr="00331EB8" w:rsidRDefault="00F8277F" w:rsidP="00AE02E7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b/>
                <w:sz w:val="24"/>
                <w:szCs w:val="24"/>
                <w:lang w:val="ro-RO"/>
              </w:rPr>
              <w:t>Studii universitare de master</w:t>
            </w:r>
          </w:p>
        </w:tc>
      </w:tr>
      <w:tr w:rsidR="00F8277F" w:rsidRPr="00331EB8" w14:paraId="197EAB06" w14:textId="77777777" w:rsidTr="00AE02E7">
        <w:tc>
          <w:tcPr>
            <w:tcW w:w="15026" w:type="dxa"/>
            <w:gridSpan w:val="11"/>
            <w:tcBorders>
              <w:top w:val="single" w:sz="12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999890" w14:textId="77777777" w:rsidR="00F8277F" w:rsidRPr="00331EB8" w:rsidRDefault="00F8277F" w:rsidP="00AE02E7">
            <w:pPr>
              <w:rPr>
                <w:b/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 xml:space="preserve">Domeniul de studii: </w:t>
            </w:r>
            <w:r>
              <w:rPr>
                <w:sz w:val="24"/>
                <w:szCs w:val="24"/>
                <w:lang w:val="ro-RO"/>
              </w:rPr>
              <w:t>Biologie</w:t>
            </w:r>
          </w:p>
        </w:tc>
      </w:tr>
      <w:tr w:rsidR="00F8277F" w:rsidRPr="00331EB8" w14:paraId="2C9175F9" w14:textId="77777777" w:rsidTr="00AE02E7">
        <w:tc>
          <w:tcPr>
            <w:tcW w:w="484" w:type="dxa"/>
            <w:vMerge w:val="restart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73CF6F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4576" w:type="dxa"/>
            <w:vMerge w:val="restart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E9AF64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Biodiversitatea şi monitorizarea ecosistemelor (BME)</w:t>
            </w:r>
          </w:p>
        </w:tc>
        <w:tc>
          <w:tcPr>
            <w:tcW w:w="916" w:type="dxa"/>
            <w:tcBorders>
              <w:top w:val="single" w:sz="6" w:space="0" w:color="auto"/>
            </w:tcBorders>
            <w:vAlign w:val="center"/>
          </w:tcPr>
          <w:p w14:paraId="63FA4F8A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153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14CA5486" w14:textId="29E506FB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31196808" w14:textId="6B52EB1F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75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B8BC18" w14:textId="6712EF8F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</w:t>
            </w:r>
          </w:p>
        </w:tc>
        <w:tc>
          <w:tcPr>
            <w:tcW w:w="1093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14BF9B" w14:textId="5C7D1EFC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80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0783CF" w14:textId="471A81D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</w:t>
            </w:r>
          </w:p>
        </w:tc>
        <w:tc>
          <w:tcPr>
            <w:tcW w:w="1076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58889E" w14:textId="5EF2E15A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077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7E0F50" w14:textId="150E9972" w:rsidR="00F8277F" w:rsidRPr="00331EB8" w:rsidRDefault="007C1DE8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</w:t>
            </w:r>
          </w:p>
        </w:tc>
        <w:tc>
          <w:tcPr>
            <w:tcW w:w="1104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1E117B" w14:textId="796BA508" w:rsidR="00F8277F" w:rsidRPr="00331EB8" w:rsidRDefault="00452BA3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</w:tr>
      <w:tr w:rsidR="00F8277F" w:rsidRPr="00331EB8" w14:paraId="2A0B6516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6367A693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1A6E3C6E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12111870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34E33750" w14:textId="19AD904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0BCDBB80" w14:textId="294ACEA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6E9EE341" w14:textId="35E589AC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608138EF" w14:textId="41DF5224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587220A2" w14:textId="2F5F13EF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2D5AD1B3" w14:textId="6D8C7E08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102B9A9E" w14:textId="7734462D" w:rsidR="00F8277F" w:rsidRPr="00331EB8" w:rsidRDefault="007C1DE8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73D76A06" w14:textId="1EDCBA27" w:rsidR="00F8277F" w:rsidRPr="00331EB8" w:rsidRDefault="00452BA3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</w:tr>
      <w:tr w:rsidR="00F8277F" w:rsidRPr="00331EB8" w14:paraId="1BE08881" w14:textId="77777777" w:rsidTr="00AE02E7">
        <w:tc>
          <w:tcPr>
            <w:tcW w:w="15026" w:type="dxa"/>
            <w:gridSpan w:val="11"/>
            <w:tcMar>
              <w:left w:w="28" w:type="dxa"/>
              <w:right w:w="28" w:type="dxa"/>
            </w:tcMar>
            <w:vAlign w:val="center"/>
          </w:tcPr>
          <w:p w14:paraId="1231CF0B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 xml:space="preserve">Domeniul de studii: </w:t>
            </w:r>
            <w:r>
              <w:rPr>
                <w:sz w:val="24"/>
                <w:szCs w:val="24"/>
                <w:lang w:val="ro-RO"/>
              </w:rPr>
              <w:t>Chimie</w:t>
            </w:r>
          </w:p>
        </w:tc>
      </w:tr>
      <w:tr w:rsidR="00F8277F" w:rsidRPr="00331EB8" w14:paraId="2E5D5D88" w14:textId="77777777" w:rsidTr="00AE02E7">
        <w:tc>
          <w:tcPr>
            <w:tcW w:w="48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FE1767D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457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78B40AC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Chimie structurală şi aplicativă</w:t>
            </w:r>
            <w:r w:rsidRPr="00257C97">
              <w:rPr>
                <w:sz w:val="24"/>
                <w:szCs w:val="24"/>
                <w:lang w:val="ro-RO"/>
              </w:rPr>
              <w:t xml:space="preserve"> (</w:t>
            </w:r>
            <w:smartTag w:uri="urn:schemas-microsoft-com:office:smarttags" w:element="stockticker">
              <w:r>
                <w:rPr>
                  <w:sz w:val="24"/>
                  <w:szCs w:val="24"/>
                  <w:lang w:val="ro-RO"/>
                </w:rPr>
                <w:t>CSA</w:t>
              </w:r>
            </w:smartTag>
            <w:r w:rsidRPr="00257C97">
              <w:rPr>
                <w:sz w:val="24"/>
                <w:szCs w:val="24"/>
                <w:lang w:val="ro-RO"/>
              </w:rPr>
              <w:t>)</w:t>
            </w:r>
          </w:p>
        </w:tc>
        <w:tc>
          <w:tcPr>
            <w:tcW w:w="916" w:type="dxa"/>
            <w:vAlign w:val="center"/>
          </w:tcPr>
          <w:p w14:paraId="143CE738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7F7F15EC" w14:textId="7E492256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497902FC" w14:textId="4C478C68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427447F3" w14:textId="6FE25F53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01F91D48" w14:textId="5A6FE26B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4CE50B21" w14:textId="114E1909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09E8BEC5" w14:textId="7C2332E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40EB4483" w14:textId="46D3CAA5" w:rsidR="00F8277F" w:rsidRPr="00331EB8" w:rsidRDefault="007C1DE8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1CB0313B" w14:textId="5404E0ED" w:rsidR="00F8277F" w:rsidRPr="00331EB8" w:rsidRDefault="00452BA3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</w:tr>
      <w:tr w:rsidR="00F8277F" w:rsidRPr="00331EB8" w14:paraId="5E18158C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4ED9ED9E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197D9D9E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03147A5D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43A6EB98" w14:textId="4AD1C7E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75A90DB2" w14:textId="7720A5E4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717F5096" w14:textId="3A890AA6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3C436C20" w14:textId="366A4EA8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0197D52E" w14:textId="27586065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38D9F91D" w14:textId="0476C29C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1/2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1D36983E" w14:textId="3AF7A0DA" w:rsidR="00F8277F" w:rsidRPr="00331EB8" w:rsidRDefault="000C3285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  <w:r w:rsidR="007C1DE8"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527B4522" w14:textId="64B0EFC3" w:rsidR="00F8277F" w:rsidRPr="00331EB8" w:rsidRDefault="00452BA3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</w:tr>
      <w:tr w:rsidR="00F8277F" w:rsidRPr="00331EB8" w14:paraId="50FC928F" w14:textId="77777777" w:rsidTr="00AE02E7">
        <w:tc>
          <w:tcPr>
            <w:tcW w:w="15026" w:type="dxa"/>
            <w:gridSpan w:val="11"/>
            <w:tcBorders>
              <w:top w:val="single" w:sz="12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FF80C9" w14:textId="77777777" w:rsidR="00F8277F" w:rsidRPr="00331EB8" w:rsidRDefault="00F8277F" w:rsidP="00F8277F">
            <w:pPr>
              <w:rPr>
                <w:b/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 xml:space="preserve">Domeniul de studii: </w:t>
            </w:r>
            <w:r>
              <w:rPr>
                <w:sz w:val="24"/>
                <w:szCs w:val="24"/>
                <w:lang w:val="ro-RO"/>
              </w:rPr>
              <w:t>Fizică</w:t>
            </w:r>
          </w:p>
        </w:tc>
      </w:tr>
      <w:tr w:rsidR="00F8277F" w:rsidRPr="00331EB8" w14:paraId="7A506F6D" w14:textId="77777777" w:rsidTr="00AE02E7">
        <w:tc>
          <w:tcPr>
            <w:tcW w:w="484" w:type="dxa"/>
            <w:vMerge w:val="restart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8F553D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4576" w:type="dxa"/>
            <w:vMerge w:val="restart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C5BE1C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Fizica explorărilor şi terapiilor biomedicale</w:t>
            </w:r>
            <w:r w:rsidRPr="00257C97">
              <w:rPr>
                <w:sz w:val="24"/>
                <w:szCs w:val="24"/>
                <w:lang w:val="ro-RO"/>
              </w:rPr>
              <w:t xml:space="preserve"> (</w:t>
            </w:r>
            <w:r>
              <w:rPr>
                <w:sz w:val="24"/>
                <w:szCs w:val="24"/>
                <w:lang w:val="ro-RO"/>
              </w:rPr>
              <w:t>FETB</w:t>
            </w:r>
            <w:r w:rsidRPr="00257C97">
              <w:rPr>
                <w:sz w:val="24"/>
                <w:szCs w:val="24"/>
                <w:lang w:val="ro-RO"/>
              </w:rPr>
              <w:t>)</w:t>
            </w:r>
          </w:p>
        </w:tc>
        <w:tc>
          <w:tcPr>
            <w:tcW w:w="916" w:type="dxa"/>
            <w:tcBorders>
              <w:top w:val="single" w:sz="6" w:space="0" w:color="auto"/>
            </w:tcBorders>
            <w:vAlign w:val="center"/>
          </w:tcPr>
          <w:p w14:paraId="021AED73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153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5E140DDF" w14:textId="53C7AFFB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42650D97" w14:textId="3EA69E4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75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C721B6" w14:textId="1911C94E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</w:t>
            </w:r>
          </w:p>
        </w:tc>
        <w:tc>
          <w:tcPr>
            <w:tcW w:w="1093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652460" w14:textId="5A6476D2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80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3147DF" w14:textId="5B2F4D0D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</w:t>
            </w:r>
          </w:p>
        </w:tc>
        <w:tc>
          <w:tcPr>
            <w:tcW w:w="1076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9F1D69" w14:textId="40ABC1BE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077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383876" w14:textId="3B88A8EE" w:rsidR="00F8277F" w:rsidRPr="00331EB8" w:rsidRDefault="007C1DE8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</w:t>
            </w:r>
          </w:p>
        </w:tc>
        <w:tc>
          <w:tcPr>
            <w:tcW w:w="1104" w:type="dxa"/>
            <w:tcBorders>
              <w:top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DACF53" w14:textId="4BB85AB9" w:rsidR="00F8277F" w:rsidRPr="00331EB8" w:rsidRDefault="00452BA3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</w:tr>
      <w:tr w:rsidR="00F8277F" w:rsidRPr="00331EB8" w14:paraId="5641A8DE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7ACFA55A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0B07582C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33CE47CF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0BA5900B" w14:textId="2BF6E284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6993A02E" w14:textId="3102A171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5F74E8AA" w14:textId="4CF8471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230EA770" w14:textId="6BCC0B6E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043A39D3" w14:textId="0DDF5F25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48C907BA" w14:textId="4D51BC5F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633A4DA0" w14:textId="57F924D7" w:rsidR="00F8277F" w:rsidRPr="00331EB8" w:rsidRDefault="000C3285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4EC0D1E9" w14:textId="145A356E" w:rsidR="00F8277F" w:rsidRPr="00331EB8" w:rsidRDefault="00452BA3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</w:tr>
      <w:tr w:rsidR="00F8277F" w:rsidRPr="00331EB8" w14:paraId="5D53E1CE" w14:textId="77777777" w:rsidTr="00AE02E7">
        <w:tc>
          <w:tcPr>
            <w:tcW w:w="15026" w:type="dxa"/>
            <w:gridSpan w:val="11"/>
            <w:tcMar>
              <w:left w:w="28" w:type="dxa"/>
              <w:right w:w="28" w:type="dxa"/>
            </w:tcMar>
            <w:vAlign w:val="center"/>
          </w:tcPr>
          <w:p w14:paraId="2FF82298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 xml:space="preserve">Domeniul de studii: </w:t>
            </w:r>
            <w:r>
              <w:rPr>
                <w:sz w:val="24"/>
                <w:szCs w:val="24"/>
                <w:lang w:val="ro-RO"/>
              </w:rPr>
              <w:t>Informatică</w:t>
            </w:r>
          </w:p>
        </w:tc>
      </w:tr>
      <w:tr w:rsidR="00F8277F" w:rsidRPr="00331EB8" w14:paraId="189037EE" w14:textId="77777777" w:rsidTr="00AE02E7">
        <w:tc>
          <w:tcPr>
            <w:tcW w:w="48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60A8BB3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457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D9E5980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Sisteme distribuite în internet</w:t>
            </w:r>
            <w:r w:rsidRPr="00257C97">
              <w:rPr>
                <w:sz w:val="24"/>
                <w:szCs w:val="24"/>
                <w:lang w:val="ro-RO"/>
              </w:rPr>
              <w:t xml:space="preserve"> (</w:t>
            </w:r>
            <w:r>
              <w:rPr>
                <w:sz w:val="24"/>
                <w:szCs w:val="24"/>
                <w:lang w:val="ro-RO"/>
              </w:rPr>
              <w:t>SDI</w:t>
            </w:r>
            <w:r w:rsidRPr="00257C97">
              <w:rPr>
                <w:sz w:val="24"/>
                <w:szCs w:val="24"/>
                <w:lang w:val="ro-RO"/>
              </w:rPr>
              <w:t>)</w:t>
            </w:r>
          </w:p>
        </w:tc>
        <w:tc>
          <w:tcPr>
            <w:tcW w:w="916" w:type="dxa"/>
            <w:vAlign w:val="center"/>
          </w:tcPr>
          <w:p w14:paraId="0EDC4690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338BCB98" w14:textId="2C676FDE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24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150E526C" w14:textId="5BC039A3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617CC8A8" w14:textId="787003B2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32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0B2AC38E" w14:textId="7C4AA99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029CCEFE" w14:textId="5757FAB6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37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54BDA6C9" w14:textId="653A0CA1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0AB455ED" w14:textId="2AC68A96" w:rsidR="00F8277F" w:rsidRPr="00331EB8" w:rsidRDefault="007C1DE8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45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4351149A" w14:textId="75FAD0CF" w:rsidR="00F8277F" w:rsidRPr="00331EB8" w:rsidRDefault="005B15E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</w:t>
            </w:r>
            <w:r w:rsidR="00D804BA">
              <w:rPr>
                <w:sz w:val="24"/>
                <w:szCs w:val="24"/>
                <w:lang w:val="ro-RO"/>
              </w:rPr>
              <w:t>2</w:t>
            </w:r>
          </w:p>
        </w:tc>
      </w:tr>
      <w:tr w:rsidR="00F8277F" w:rsidRPr="00331EB8" w14:paraId="10A51F2F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6FBE7316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7851F3B9" w14:textId="77777777" w:rsidR="00F8277F" w:rsidRPr="00331EB8" w:rsidRDefault="00F8277F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7AFFED39" w14:textId="7777777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 w:rsidRPr="00257C97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473CAF00" w14:textId="40ABA85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7E12603F" w14:textId="7DCAC9F2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22035B82" w14:textId="67B25567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75DA3F33" w14:textId="3F834070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50B7717A" w14:textId="294BD15F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35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2889292B" w14:textId="5CABE454" w:rsidR="00F8277F" w:rsidRPr="00331EB8" w:rsidRDefault="00F8277F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30FD13EA" w14:textId="2F19CA03" w:rsidR="000C3285" w:rsidRPr="00331EB8" w:rsidRDefault="00362964" w:rsidP="000C3285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40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77F1C1CF" w14:textId="7B5B9404" w:rsidR="00F8277F" w:rsidRPr="00331EB8" w:rsidRDefault="005B15E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</w:tr>
      <w:tr w:rsidR="00F8277F" w:rsidRPr="00331EB8" w14:paraId="79E7D171" w14:textId="77777777" w:rsidTr="00AE02E7">
        <w:tc>
          <w:tcPr>
            <w:tcW w:w="15026" w:type="dxa"/>
            <w:gridSpan w:val="11"/>
            <w:tcBorders>
              <w:top w:val="single" w:sz="12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9AA00A7" w14:textId="77777777" w:rsidR="00F8277F" w:rsidRPr="00331EB8" w:rsidRDefault="00F8277F" w:rsidP="00F8277F">
            <w:pPr>
              <w:rPr>
                <w:b/>
                <w:sz w:val="24"/>
                <w:szCs w:val="24"/>
                <w:lang w:val="ro-RO"/>
              </w:rPr>
            </w:pPr>
            <w:r w:rsidRPr="00331EB8">
              <w:rPr>
                <w:sz w:val="24"/>
                <w:szCs w:val="24"/>
                <w:lang w:val="ro-RO"/>
              </w:rPr>
              <w:t xml:space="preserve">Domeniul de studii: </w:t>
            </w:r>
            <w:r>
              <w:rPr>
                <w:sz w:val="24"/>
                <w:szCs w:val="24"/>
                <w:lang w:val="ro-RO"/>
              </w:rPr>
              <w:t>Matematică</w:t>
            </w:r>
          </w:p>
        </w:tc>
      </w:tr>
      <w:tr w:rsidR="001B0DCC" w:rsidRPr="00331EB8" w14:paraId="3E8D0CBA" w14:textId="77777777" w:rsidTr="00AE02E7">
        <w:tc>
          <w:tcPr>
            <w:tcW w:w="48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D5AE6E4" w14:textId="77777777" w:rsidR="001B0DCC" w:rsidRPr="00331EB8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457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358A8FF" w14:textId="5AFD7AB7" w:rsidR="001B0DCC" w:rsidRPr="00331EB8" w:rsidRDefault="001B0DCC" w:rsidP="00F8277F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Structuri matematice fundamentale (SMF)</w:t>
            </w:r>
          </w:p>
        </w:tc>
        <w:tc>
          <w:tcPr>
            <w:tcW w:w="916" w:type="dxa"/>
            <w:vAlign w:val="center"/>
          </w:tcPr>
          <w:p w14:paraId="6B581540" w14:textId="77777777" w:rsidR="001B0DCC" w:rsidRPr="00257C97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2D34378E" w14:textId="494D5349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15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47440D70" w14:textId="0AD23271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18C46D23" w14:textId="3CE5E2DB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429B9D53" w14:textId="5A3CC22D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66EF492C" w14:textId="67F21149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04D71CE4" w14:textId="4C8E0EA9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4B7C0CA0" w14:textId="226700E1" w:rsidR="001B0DCC" w:rsidRPr="00331EB8" w:rsidRDefault="00362964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70FD3FFF" w14:textId="268168C5" w:rsidR="001B0DCC" w:rsidRPr="00331EB8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</w:tr>
      <w:tr w:rsidR="001B0DCC" w:rsidRPr="00331EB8" w14:paraId="1D662687" w14:textId="77777777" w:rsidTr="00AE02E7">
        <w:tc>
          <w:tcPr>
            <w:tcW w:w="484" w:type="dxa"/>
            <w:vMerge/>
            <w:tcMar>
              <w:left w:w="28" w:type="dxa"/>
              <w:right w:w="28" w:type="dxa"/>
            </w:tcMar>
            <w:vAlign w:val="center"/>
          </w:tcPr>
          <w:p w14:paraId="442E1569" w14:textId="77777777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  <w:vMerge/>
            <w:tcMar>
              <w:left w:w="28" w:type="dxa"/>
              <w:right w:w="28" w:type="dxa"/>
            </w:tcMar>
            <w:vAlign w:val="center"/>
          </w:tcPr>
          <w:p w14:paraId="36F82ED1" w14:textId="36295577" w:rsidR="001B0DCC" w:rsidRDefault="001B0DCC" w:rsidP="00F8277F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916" w:type="dxa"/>
            <w:vAlign w:val="center"/>
          </w:tcPr>
          <w:p w14:paraId="6A28E150" w14:textId="77777777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14:paraId="3D58AEA7" w14:textId="1219541C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-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vAlign w:val="center"/>
          </w:tcPr>
          <w:p w14:paraId="0E31086D" w14:textId="05A6F412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-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0A1CE337" w14:textId="70EE0943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 w14:paraId="11456F81" w14:textId="76E64E6A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14:paraId="2FD35605" w14:textId="7C5B3B1B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 w14:paraId="5997D375" w14:textId="52F76BBA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  <w:tc>
          <w:tcPr>
            <w:tcW w:w="1077" w:type="dxa"/>
            <w:tcMar>
              <w:left w:w="28" w:type="dxa"/>
              <w:right w:w="28" w:type="dxa"/>
            </w:tcMar>
            <w:vAlign w:val="center"/>
          </w:tcPr>
          <w:p w14:paraId="309820F2" w14:textId="7F2111DC" w:rsidR="001B0DCC" w:rsidRDefault="000C3285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</w:t>
            </w:r>
          </w:p>
        </w:tc>
        <w:tc>
          <w:tcPr>
            <w:tcW w:w="1104" w:type="dxa"/>
            <w:tcMar>
              <w:left w:w="28" w:type="dxa"/>
              <w:right w:w="28" w:type="dxa"/>
            </w:tcMar>
            <w:vAlign w:val="center"/>
          </w:tcPr>
          <w:p w14:paraId="5734BDE7" w14:textId="782D0C8A" w:rsidR="001B0DCC" w:rsidRDefault="001B0DCC" w:rsidP="00F8277F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1/1</w:t>
            </w:r>
          </w:p>
        </w:tc>
      </w:tr>
    </w:tbl>
    <w:p w14:paraId="72E0DA30" w14:textId="77777777" w:rsidR="00F8277F" w:rsidRDefault="00F8277F" w:rsidP="00F8277F"/>
    <w:p w14:paraId="177652BD" w14:textId="77777777" w:rsidR="001806AF" w:rsidRDefault="001806AF"/>
    <w:p w14:paraId="27D77BF8" w14:textId="77777777" w:rsidR="00F8277F" w:rsidRDefault="00F8277F"/>
    <w:p w14:paraId="2C9A7D4F" w14:textId="77777777" w:rsidR="00294D88" w:rsidRDefault="00294D88" w:rsidP="00294D88"/>
    <w:tbl>
      <w:tblPr>
        <w:tblW w:w="0" w:type="auto"/>
        <w:tblLook w:val="04A0" w:firstRow="1" w:lastRow="0" w:firstColumn="1" w:lastColumn="0" w:noHBand="0" w:noVBand="1"/>
      </w:tblPr>
      <w:tblGrid>
        <w:gridCol w:w="7569"/>
        <w:gridCol w:w="7569"/>
      </w:tblGrid>
      <w:tr w:rsidR="00294D88" w:rsidRPr="004F5576" w14:paraId="557DA26C" w14:textId="77777777" w:rsidTr="00AE02E7">
        <w:tc>
          <w:tcPr>
            <w:tcW w:w="7569" w:type="dxa"/>
          </w:tcPr>
          <w:p w14:paraId="3DC61724" w14:textId="77777777" w:rsidR="00294D88" w:rsidRPr="004F5576" w:rsidRDefault="00294D88" w:rsidP="00AE02E7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 w:rsidRPr="004F5576">
              <w:rPr>
                <w:sz w:val="24"/>
                <w:szCs w:val="24"/>
                <w:lang w:val="ro-RO"/>
              </w:rPr>
              <w:t>DECAN,</w:t>
            </w:r>
          </w:p>
          <w:p w14:paraId="737298F1" w14:textId="77777777" w:rsidR="00294D88" w:rsidRPr="004F5576" w:rsidRDefault="00294D88" w:rsidP="00AE02E7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Prof.univ.dr. Eugen-Victor Macocian</w:t>
            </w:r>
          </w:p>
        </w:tc>
        <w:tc>
          <w:tcPr>
            <w:tcW w:w="7569" w:type="dxa"/>
          </w:tcPr>
          <w:p w14:paraId="0E623FBA" w14:textId="71E641A8" w:rsidR="00294D88" w:rsidRPr="004F5576" w:rsidRDefault="00294D88" w:rsidP="00AE02E7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 w:rsidRPr="004F5576">
              <w:rPr>
                <w:sz w:val="24"/>
                <w:szCs w:val="24"/>
                <w:lang w:val="ro-RO"/>
              </w:rPr>
              <w:t>SECRETAR ŞEF</w:t>
            </w:r>
            <w:r>
              <w:rPr>
                <w:sz w:val="24"/>
                <w:szCs w:val="24"/>
                <w:lang w:val="ro-RO"/>
              </w:rPr>
              <w:t xml:space="preserve"> FACULTATE</w:t>
            </w:r>
            <w:r w:rsidRPr="004F5576">
              <w:rPr>
                <w:sz w:val="24"/>
                <w:szCs w:val="24"/>
                <w:lang w:val="ro-RO"/>
              </w:rPr>
              <w:t>,</w:t>
            </w:r>
          </w:p>
          <w:p w14:paraId="6A3384E1" w14:textId="77777777" w:rsidR="00294D88" w:rsidRPr="004F5576" w:rsidRDefault="00294D88" w:rsidP="00AE02E7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Marcela Lenuța Ștefan</w:t>
            </w:r>
          </w:p>
        </w:tc>
      </w:tr>
    </w:tbl>
    <w:p w14:paraId="3D6A9041" w14:textId="77777777" w:rsidR="00D33BBA" w:rsidRPr="00257C97" w:rsidRDefault="00D33BBA" w:rsidP="00AB1EB7">
      <w:pPr>
        <w:jc w:val="center"/>
        <w:rPr>
          <w:b/>
          <w:sz w:val="24"/>
          <w:szCs w:val="24"/>
          <w:lang w:val="ro-RO"/>
        </w:rPr>
      </w:pPr>
    </w:p>
    <w:sectPr w:rsidR="00D33BBA" w:rsidRPr="00257C97" w:rsidSect="00FE2F31">
      <w:pgSz w:w="16840" w:h="11907" w:orient="landscape"/>
      <w:pgMar w:top="1021" w:right="851" w:bottom="567" w:left="85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E5EA2"/>
    <w:multiLevelType w:val="singleLevel"/>
    <w:tmpl w:val="051C5284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1" w15:restartNumberingAfterBreak="0">
    <w:nsid w:val="057D310A"/>
    <w:multiLevelType w:val="hybridMultilevel"/>
    <w:tmpl w:val="17E625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536E3"/>
    <w:multiLevelType w:val="hybridMultilevel"/>
    <w:tmpl w:val="17E625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92D2C"/>
    <w:multiLevelType w:val="hybridMultilevel"/>
    <w:tmpl w:val="4FD28AF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24D13"/>
    <w:multiLevelType w:val="hybridMultilevel"/>
    <w:tmpl w:val="3D020488"/>
    <w:lvl w:ilvl="0" w:tplc="04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51CD6D4A"/>
    <w:multiLevelType w:val="singleLevel"/>
    <w:tmpl w:val="051C5284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6" w15:restartNumberingAfterBreak="0">
    <w:nsid w:val="5D926D9D"/>
    <w:multiLevelType w:val="hybridMultilevel"/>
    <w:tmpl w:val="D736E1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1D358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43727328">
    <w:abstractNumId w:val="5"/>
  </w:num>
  <w:num w:numId="2" w16cid:durableId="573710581">
    <w:abstractNumId w:val="0"/>
  </w:num>
  <w:num w:numId="3" w16cid:durableId="708838773">
    <w:abstractNumId w:val="7"/>
  </w:num>
  <w:num w:numId="4" w16cid:durableId="574363188">
    <w:abstractNumId w:val="4"/>
  </w:num>
  <w:num w:numId="5" w16cid:durableId="1486967434">
    <w:abstractNumId w:val="3"/>
  </w:num>
  <w:num w:numId="6" w16cid:durableId="185487297">
    <w:abstractNumId w:val="6"/>
  </w:num>
  <w:num w:numId="7" w16cid:durableId="1397624969">
    <w:abstractNumId w:val="2"/>
  </w:num>
  <w:num w:numId="8" w16cid:durableId="1956136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1E2"/>
    <w:rsid w:val="000134E6"/>
    <w:rsid w:val="000247C2"/>
    <w:rsid w:val="0004767F"/>
    <w:rsid w:val="0005487D"/>
    <w:rsid w:val="00070800"/>
    <w:rsid w:val="000903C3"/>
    <w:rsid w:val="000A0114"/>
    <w:rsid w:val="000B5CEF"/>
    <w:rsid w:val="000C3285"/>
    <w:rsid w:val="000C4C9B"/>
    <w:rsid w:val="000E46DA"/>
    <w:rsid w:val="000F6FED"/>
    <w:rsid w:val="00102496"/>
    <w:rsid w:val="00106893"/>
    <w:rsid w:val="0015728B"/>
    <w:rsid w:val="0016753E"/>
    <w:rsid w:val="001806AF"/>
    <w:rsid w:val="001B0DCC"/>
    <w:rsid w:val="001B4916"/>
    <w:rsid w:val="001D66A8"/>
    <w:rsid w:val="00202330"/>
    <w:rsid w:val="002256E0"/>
    <w:rsid w:val="00225B57"/>
    <w:rsid w:val="00233F7E"/>
    <w:rsid w:val="00257C97"/>
    <w:rsid w:val="002664AB"/>
    <w:rsid w:val="002725CF"/>
    <w:rsid w:val="0028422C"/>
    <w:rsid w:val="00294D88"/>
    <w:rsid w:val="002A0593"/>
    <w:rsid w:val="002B00E6"/>
    <w:rsid w:val="00315CB1"/>
    <w:rsid w:val="0032430F"/>
    <w:rsid w:val="00336706"/>
    <w:rsid w:val="003558CB"/>
    <w:rsid w:val="00362964"/>
    <w:rsid w:val="0036442B"/>
    <w:rsid w:val="003645C8"/>
    <w:rsid w:val="00365E8A"/>
    <w:rsid w:val="003869C8"/>
    <w:rsid w:val="003A3681"/>
    <w:rsid w:val="003A73A1"/>
    <w:rsid w:val="003B7157"/>
    <w:rsid w:val="003C0CD4"/>
    <w:rsid w:val="003E4B52"/>
    <w:rsid w:val="003F7564"/>
    <w:rsid w:val="00406FE9"/>
    <w:rsid w:val="00410993"/>
    <w:rsid w:val="004301E2"/>
    <w:rsid w:val="00451CD7"/>
    <w:rsid w:val="004523EE"/>
    <w:rsid w:val="00452BA3"/>
    <w:rsid w:val="00466AA8"/>
    <w:rsid w:val="004755C2"/>
    <w:rsid w:val="00484351"/>
    <w:rsid w:val="0049003C"/>
    <w:rsid w:val="004926BA"/>
    <w:rsid w:val="004B5181"/>
    <w:rsid w:val="004B78FB"/>
    <w:rsid w:val="004E1B5E"/>
    <w:rsid w:val="004E48A8"/>
    <w:rsid w:val="004F5576"/>
    <w:rsid w:val="005163F9"/>
    <w:rsid w:val="005372A9"/>
    <w:rsid w:val="00541B7A"/>
    <w:rsid w:val="00542E8A"/>
    <w:rsid w:val="00566260"/>
    <w:rsid w:val="00590BDD"/>
    <w:rsid w:val="00597FF6"/>
    <w:rsid w:val="005B15EC"/>
    <w:rsid w:val="005D0545"/>
    <w:rsid w:val="005E3A35"/>
    <w:rsid w:val="005F11E6"/>
    <w:rsid w:val="00605EC7"/>
    <w:rsid w:val="0062207E"/>
    <w:rsid w:val="00623817"/>
    <w:rsid w:val="00640EA4"/>
    <w:rsid w:val="0064480F"/>
    <w:rsid w:val="006716AF"/>
    <w:rsid w:val="006B247A"/>
    <w:rsid w:val="006B3DD9"/>
    <w:rsid w:val="006C7A36"/>
    <w:rsid w:val="006D3DAD"/>
    <w:rsid w:val="006D3E20"/>
    <w:rsid w:val="006D557B"/>
    <w:rsid w:val="006E7B1C"/>
    <w:rsid w:val="006F1A5B"/>
    <w:rsid w:val="00700DB1"/>
    <w:rsid w:val="00706655"/>
    <w:rsid w:val="00713E4D"/>
    <w:rsid w:val="00730E71"/>
    <w:rsid w:val="0074781A"/>
    <w:rsid w:val="00761B3E"/>
    <w:rsid w:val="00775997"/>
    <w:rsid w:val="007C1DE8"/>
    <w:rsid w:val="007E5926"/>
    <w:rsid w:val="007E757A"/>
    <w:rsid w:val="008055AF"/>
    <w:rsid w:val="0082056D"/>
    <w:rsid w:val="00831453"/>
    <w:rsid w:val="008452B2"/>
    <w:rsid w:val="0085240B"/>
    <w:rsid w:val="00854C9C"/>
    <w:rsid w:val="00862173"/>
    <w:rsid w:val="00866605"/>
    <w:rsid w:val="008B7B59"/>
    <w:rsid w:val="008C62CE"/>
    <w:rsid w:val="008D70AA"/>
    <w:rsid w:val="008E0C08"/>
    <w:rsid w:val="008F05FD"/>
    <w:rsid w:val="008F5894"/>
    <w:rsid w:val="0091682B"/>
    <w:rsid w:val="0092565B"/>
    <w:rsid w:val="0093230F"/>
    <w:rsid w:val="009362AD"/>
    <w:rsid w:val="00951D2B"/>
    <w:rsid w:val="00951E02"/>
    <w:rsid w:val="00962CD3"/>
    <w:rsid w:val="009707DB"/>
    <w:rsid w:val="009774D6"/>
    <w:rsid w:val="009807C8"/>
    <w:rsid w:val="009832CB"/>
    <w:rsid w:val="0098606E"/>
    <w:rsid w:val="00990C50"/>
    <w:rsid w:val="00992E22"/>
    <w:rsid w:val="009A4403"/>
    <w:rsid w:val="009B3F0E"/>
    <w:rsid w:val="009D630C"/>
    <w:rsid w:val="009E6497"/>
    <w:rsid w:val="00A13A4E"/>
    <w:rsid w:val="00AB1EB7"/>
    <w:rsid w:val="00AB2DA0"/>
    <w:rsid w:val="00AC16F8"/>
    <w:rsid w:val="00AC7409"/>
    <w:rsid w:val="00AF144E"/>
    <w:rsid w:val="00B05285"/>
    <w:rsid w:val="00B10AC9"/>
    <w:rsid w:val="00B17B01"/>
    <w:rsid w:val="00B32106"/>
    <w:rsid w:val="00B505D8"/>
    <w:rsid w:val="00B56156"/>
    <w:rsid w:val="00B67C44"/>
    <w:rsid w:val="00B71040"/>
    <w:rsid w:val="00BA451D"/>
    <w:rsid w:val="00BA4BED"/>
    <w:rsid w:val="00BA561B"/>
    <w:rsid w:val="00BB308B"/>
    <w:rsid w:val="00BB4D32"/>
    <w:rsid w:val="00BC4098"/>
    <w:rsid w:val="00BC5288"/>
    <w:rsid w:val="00BD1E34"/>
    <w:rsid w:val="00BD2369"/>
    <w:rsid w:val="00BF4392"/>
    <w:rsid w:val="00C32A1F"/>
    <w:rsid w:val="00C37712"/>
    <w:rsid w:val="00C53245"/>
    <w:rsid w:val="00C763E4"/>
    <w:rsid w:val="00C80AE7"/>
    <w:rsid w:val="00C90E04"/>
    <w:rsid w:val="00CA18BD"/>
    <w:rsid w:val="00CD137B"/>
    <w:rsid w:val="00CE2B4C"/>
    <w:rsid w:val="00D313E5"/>
    <w:rsid w:val="00D32C32"/>
    <w:rsid w:val="00D33BBA"/>
    <w:rsid w:val="00D71FA2"/>
    <w:rsid w:val="00D7516F"/>
    <w:rsid w:val="00D804BA"/>
    <w:rsid w:val="00DA0969"/>
    <w:rsid w:val="00DB1E7B"/>
    <w:rsid w:val="00DC235D"/>
    <w:rsid w:val="00DE5DB3"/>
    <w:rsid w:val="00DF40BE"/>
    <w:rsid w:val="00E260FD"/>
    <w:rsid w:val="00E53A0B"/>
    <w:rsid w:val="00EB569B"/>
    <w:rsid w:val="00F06870"/>
    <w:rsid w:val="00F25228"/>
    <w:rsid w:val="00F26A82"/>
    <w:rsid w:val="00F432B4"/>
    <w:rsid w:val="00F604C4"/>
    <w:rsid w:val="00F64F64"/>
    <w:rsid w:val="00F6519A"/>
    <w:rsid w:val="00F8277F"/>
    <w:rsid w:val="00FA15E2"/>
    <w:rsid w:val="00FC47E6"/>
    <w:rsid w:val="00FD10D9"/>
    <w:rsid w:val="00FD6B65"/>
    <w:rsid w:val="00FE2423"/>
    <w:rsid w:val="00FE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3D6A8EAA"/>
  <w15:docId w15:val="{EF8C4209-A5B4-47BE-9CDA-46A626A4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330"/>
    <w:rPr>
      <w:sz w:val="22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semiHidden/>
    <w:rsid w:val="0064480F"/>
    <w:rPr>
      <w:rFonts w:ascii="Tahoma" w:hAnsi="Tahoma" w:cs="Tahoma"/>
      <w:sz w:val="16"/>
      <w:szCs w:val="16"/>
    </w:rPr>
  </w:style>
  <w:style w:type="table" w:styleId="Tabelgril">
    <w:name w:val="Table Grid"/>
    <w:basedOn w:val="TabelNormal"/>
    <w:rsid w:val="001675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rsid w:val="00C80AE7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AB2DA0"/>
    <w:pPr>
      <w:ind w:left="720"/>
      <w:contextualSpacing/>
    </w:pPr>
  </w:style>
  <w:style w:type="paragraph" w:styleId="Titlu">
    <w:name w:val="Title"/>
    <w:basedOn w:val="Normal"/>
    <w:next w:val="Normal"/>
    <w:link w:val="TitluCaracter"/>
    <w:qFormat/>
    <w:rsid w:val="00A13A4E"/>
    <w:pPr>
      <w:suppressAutoHyphens/>
      <w:jc w:val="center"/>
    </w:pPr>
    <w:rPr>
      <w:b/>
      <w:sz w:val="28"/>
      <w:lang w:val="ro-RO" w:eastAsia="ar-SA"/>
    </w:rPr>
  </w:style>
  <w:style w:type="character" w:customStyle="1" w:styleId="TitluCaracter">
    <w:name w:val="Titlu Caracter"/>
    <w:basedOn w:val="Fontdeparagrafimplicit"/>
    <w:link w:val="Titlu"/>
    <w:rsid w:val="00A13A4E"/>
    <w:rPr>
      <w:b/>
      <w:sz w:val="28"/>
      <w:lang w:val="ro-RO" w:eastAsia="ar-SA"/>
    </w:rPr>
  </w:style>
  <w:style w:type="paragraph" w:styleId="Subtitlu">
    <w:name w:val="Subtitle"/>
    <w:basedOn w:val="Normal"/>
    <w:next w:val="Normal"/>
    <w:link w:val="SubtitluCaracter"/>
    <w:qFormat/>
    <w:rsid w:val="00A13A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rsid w:val="00A13A4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rosca.MARCEL\Application%20Data\Microsoft\Templates\Energet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C48DA7-4EF4-434B-9E9F-7A42901D5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Energetica</Template>
  <TotalTime>6</TotalTime>
  <Pages>2</Pages>
  <Words>432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 de </vt:lpstr>
    </vt:vector>
  </TitlesOfParts>
  <Company>GEOFLUID SA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 de</dc:title>
  <dc:creator>Marcel Rosca</dc:creator>
  <cp:lastModifiedBy>Decanat Fis</cp:lastModifiedBy>
  <cp:revision>10</cp:revision>
  <cp:lastPrinted>2016-06-08T08:22:00Z</cp:lastPrinted>
  <dcterms:created xsi:type="dcterms:W3CDTF">2025-09-25T06:02:00Z</dcterms:created>
  <dcterms:modified xsi:type="dcterms:W3CDTF">2025-09-30T08:13:00Z</dcterms:modified>
</cp:coreProperties>
</file>